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3ACA02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7B34FC" w14:textId="58861D3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alias w:val="Veröffentlichungsdatum"/>
                <w:tag w:val=""/>
                <w:id w:val="-1507204258"/>
                <w:lock w:val="sdtLocked"/>
                <w:placeholder>
                  <w:docPart w:val="D988CFD1819CBA408ECAE0D0E6FFEA5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7-1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675C8">
                  <w:t>19. Juli 2023</w:t>
                </w:r>
              </w:sdtContent>
            </w:sdt>
          </w:p>
        </w:tc>
      </w:tr>
      <w:tr w:rsidR="00FD0FC0" w:rsidRPr="00D5446F" w14:paraId="586D07E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FFACF21" w14:textId="22117EE2" w:rsidR="00631D18" w:rsidRPr="00196BB1" w:rsidRDefault="00631D18" w:rsidP="009422FE">
            <w:pPr>
              <w:pStyle w:val="Betreff"/>
              <w:spacing w:line="36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160 Jahre lebenswerte Gebäude: GEZE </w:t>
            </w:r>
            <w:r w:rsidRPr="0012148F">
              <w:rPr>
                <w:sz w:val="36"/>
                <w:szCs w:val="36"/>
              </w:rPr>
              <w:t xml:space="preserve">feiert Jubiläum </w:t>
            </w:r>
          </w:p>
          <w:p w14:paraId="5089FAF2" w14:textId="43E8ED72" w:rsidR="00025DF7" w:rsidRPr="00D5446F" w:rsidRDefault="00025DF7" w:rsidP="00104446">
            <w:pPr>
              <w:pStyle w:val="Betreff"/>
            </w:pPr>
          </w:p>
        </w:tc>
      </w:tr>
    </w:tbl>
    <w:p w14:paraId="69D42724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AEE7935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9AC93A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6CA99714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4115CEA1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45195691" w14:textId="77777777" w:rsidTr="00631D18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CA4D3C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A5D323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45D29C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A9042C3" w14:textId="77777777" w:rsidTr="00631D18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81AE23F" w14:textId="5910119F" w:rsidR="00104446" w:rsidRDefault="00631D18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880E829" wp14:editId="185BE77C">
                  <wp:extent cx="2523510" cy="1440000"/>
                  <wp:effectExtent l="0" t="0" r="3810" b="0"/>
                  <wp:docPr id="5" name="Grafik 5" descr="Ein Bild, das Text, Himmel, draußen, Straß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Himmel, draußen, Straß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51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668878" w14:textId="0CBEBB3E" w:rsidR="00104446" w:rsidRPr="00631D18" w:rsidRDefault="00631D18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Zum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160-jährigen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Jubiläum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schaut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auf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erfolgreiche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Vergangenheit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, aber vor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allem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spannende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1D18">
              <w:rPr>
                <w:color w:val="002364"/>
                <w:sz w:val="20"/>
                <w:szCs w:val="20"/>
                <w:lang w:val="fr-FR"/>
              </w:rPr>
              <w:t>Zukunft</w:t>
            </w:r>
            <w:proofErr w:type="spellEnd"/>
            <w:r w:rsidRPr="00631D18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8E278F" w14:textId="4B9930D7" w:rsidR="00104446" w:rsidRPr="00104446" w:rsidRDefault="0003301C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Jürgen Pollak / </w:t>
            </w:r>
            <w:r w:rsidR="009422FE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A268C" w14:paraId="3FA26AF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A10AFC" w14:textId="04E6A9FA" w:rsidR="000A268C" w:rsidRDefault="000675C8" w:rsidP="000A268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0137EE4" wp14:editId="26F7A49B">
                  <wp:extent cx="2164210" cy="1620000"/>
                  <wp:effectExtent l="0" t="0" r="0" b="5715"/>
                  <wp:docPr id="1537315051" name="Grafik 1537315051" descr="Ein Bild, das Text, Person, Gruppe, posier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Person, Gruppe, posier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1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D2F3B09" w14:textId="32281D00" w:rsidR="000A268C" w:rsidRPr="00CF4588" w:rsidRDefault="00CF4588" w:rsidP="000A268C">
            <w:pPr>
              <w:rPr>
                <w:color w:val="002364"/>
                <w:sz w:val="20"/>
                <w:szCs w:val="20"/>
                <w:lang w:val="fr-FR"/>
              </w:rPr>
            </w:pPr>
            <w:r w:rsidRPr="00CF4588">
              <w:rPr>
                <w:color w:val="002060"/>
                <w:sz w:val="20"/>
                <w:szCs w:val="20"/>
              </w:rPr>
              <w:t>Was im Jahr 1863 als Handwerksbetrieb begann, hat sich zu einem globalen Technologieunternehmen entwickelt.</w:t>
            </w:r>
            <w:r w:rsidR="00C72C43">
              <w:rPr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F8D224" w14:textId="78A0C3A5" w:rsidR="000A268C" w:rsidRPr="009422FE" w:rsidRDefault="000675C8" w:rsidP="000A268C">
            <w:pPr>
              <w:jc w:val="center"/>
              <w:rPr>
                <w:color w:val="002364"/>
                <w:sz w:val="20"/>
                <w:szCs w:val="20"/>
                <w:lang w:val="fr-FR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675C8" w14:paraId="54BD344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FF2143" w14:textId="3A00B1BF" w:rsidR="000675C8" w:rsidRDefault="000675C8" w:rsidP="000675C8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7AFD01E" wp14:editId="3ECFDFAC">
                  <wp:extent cx="2159414" cy="1440000"/>
                  <wp:effectExtent l="0" t="0" r="0" b="0"/>
                  <wp:docPr id="956914550" name="Grafik 956914550" descr="Ein Bild, das Himmel, Person, Mensche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983090" name="Grafik 1" descr="Ein Bild, das Himmel, Person, Menschen, drauß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41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ABD363" w14:textId="70E2B5A7" w:rsidR="000675C8" w:rsidRPr="000675C8" w:rsidRDefault="000675C8" w:rsidP="000675C8">
            <w:pPr>
              <w:rPr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Das </w:t>
            </w:r>
            <w:r w:rsidR="00DB525F">
              <w:rPr>
                <w:color w:val="002060"/>
                <w:sz w:val="20"/>
                <w:szCs w:val="20"/>
              </w:rPr>
              <w:t>GEZE-Mitarbeiterfest</w:t>
            </w:r>
            <w:r>
              <w:rPr>
                <w:color w:val="002060"/>
                <w:sz w:val="20"/>
                <w:szCs w:val="20"/>
              </w:rPr>
              <w:t xml:space="preserve"> im Juli 2023 wurde genutzt, um das 160-jährige Jubiläum gemeinsam zu feiern.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D98B2E" w14:textId="046E087A" w:rsidR="000675C8" w:rsidRPr="009422FE" w:rsidRDefault="000675C8" w:rsidP="000675C8">
            <w:pPr>
              <w:jc w:val="center"/>
              <w:rPr>
                <w:color w:val="002364"/>
                <w:sz w:val="20"/>
                <w:szCs w:val="20"/>
                <w:lang w:val="fr-FR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GmbH</w:t>
            </w:r>
            <w:proofErr w:type="spellEnd"/>
          </w:p>
        </w:tc>
      </w:tr>
      <w:tr w:rsidR="00DB525F" w14:paraId="54AB8E46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4DCCD1" w14:textId="37AF797F" w:rsidR="00DB525F" w:rsidRDefault="00DB525F" w:rsidP="00DB525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1D4DDDE" wp14:editId="17370CAD">
                  <wp:extent cx="2159853" cy="1440000"/>
                  <wp:effectExtent l="0" t="0" r="0" b="0"/>
                  <wp:docPr id="330500148" name="Grafik 2" descr="Ein Bild, das Boden, Im Haus, Person, Spo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500148" name="Grafik 2" descr="Ein Bild, das Boden, Im Haus, Person, Spor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B71B8F" w14:textId="73C263BB" w:rsidR="00DB525F" w:rsidRPr="00DB525F" w:rsidRDefault="00DB525F" w:rsidP="00DB525F">
            <w:pPr>
              <w:spacing w:line="276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I</w:t>
            </w:r>
            <w:r w:rsidRPr="00DB525F">
              <w:rPr>
                <w:color w:val="002060"/>
                <w:sz w:val="20"/>
                <w:szCs w:val="20"/>
              </w:rPr>
              <w:t>m Rahmen des Mitarbeiterfestes wurden 34 Mitarbeiter für ihre 25-jährige und 9 Mitarbeiter für ihre 40-jährige Betriebszugehörigkeit</w:t>
            </w:r>
            <w:r w:rsidR="008A55D8">
              <w:rPr>
                <w:color w:val="002060"/>
                <w:sz w:val="20"/>
                <w:szCs w:val="20"/>
              </w:rPr>
              <w:t xml:space="preserve"> gewürdigt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9A9082E" w14:textId="7AB5D2EF" w:rsidR="00DB525F" w:rsidRPr="00DB525F" w:rsidRDefault="00DB525F" w:rsidP="00DB525F">
            <w:pPr>
              <w:jc w:val="center"/>
              <w:rPr>
                <w:color w:val="002060"/>
                <w:sz w:val="20"/>
                <w:szCs w:val="20"/>
              </w:rPr>
            </w:pPr>
            <w:r w:rsidRPr="00DB525F">
              <w:rPr>
                <w:color w:val="002060"/>
                <w:sz w:val="20"/>
                <w:szCs w:val="20"/>
              </w:rPr>
              <w:t>GEZE GmbH</w:t>
            </w:r>
          </w:p>
        </w:tc>
      </w:tr>
    </w:tbl>
    <w:p w14:paraId="3E52BFFD" w14:textId="77777777" w:rsidR="008F511E" w:rsidRPr="00DB525F" w:rsidRDefault="008F511E" w:rsidP="00095819"/>
    <w:sectPr w:rsidR="008F511E" w:rsidRPr="00DB525F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A28F" w14:textId="77777777" w:rsidR="007E73FE" w:rsidRDefault="007E73FE" w:rsidP="008D6134">
      <w:pPr>
        <w:spacing w:line="240" w:lineRule="auto"/>
      </w:pPr>
      <w:r>
        <w:separator/>
      </w:r>
    </w:p>
  </w:endnote>
  <w:endnote w:type="continuationSeparator" w:id="0">
    <w:p w14:paraId="49EFF93D" w14:textId="77777777" w:rsidR="007E73FE" w:rsidRDefault="007E73F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46E3" w14:textId="77777777" w:rsidR="007E73FE" w:rsidRDefault="007E73FE" w:rsidP="008D6134">
      <w:pPr>
        <w:spacing w:line="240" w:lineRule="auto"/>
      </w:pPr>
      <w:r>
        <w:separator/>
      </w:r>
    </w:p>
  </w:footnote>
  <w:footnote w:type="continuationSeparator" w:id="0">
    <w:p w14:paraId="1666CB04" w14:textId="77777777" w:rsidR="007E73FE" w:rsidRDefault="007E73F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03301C" w14:paraId="7CD58A9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E1AFFD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FC2B1A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73362A8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31D18" w:rsidRPr="008B572B">
            <w:t>Presse</w:t>
          </w:r>
          <w:r>
            <w:fldChar w:fldCharType="end"/>
          </w:r>
          <w:r w:rsidR="00695278">
            <w:t>fotos</w:t>
          </w:r>
        </w:p>
        <w:p w14:paraId="795C94B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82CD730" w14:textId="77777777" w:rsidTr="00B556B7">
      <w:trPr>
        <w:trHeight w:hRule="exact" w:val="215"/>
      </w:trPr>
      <w:tc>
        <w:tcPr>
          <w:tcW w:w="7359" w:type="dxa"/>
        </w:tcPr>
        <w:p w14:paraId="1B257CAE" w14:textId="1A6840E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7-1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675C8">
                <w:t>19.07.2023</w:t>
              </w:r>
            </w:sdtContent>
          </w:sdt>
        </w:p>
      </w:tc>
    </w:tr>
  </w:tbl>
  <w:p w14:paraId="3B47F3D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262BA8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AB29D1C" wp14:editId="714202B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A0FC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03301C" w14:paraId="5B8E8143" w14:textId="77777777" w:rsidTr="005A529F">
      <w:trPr>
        <w:trHeight w:hRule="exact" w:val="198"/>
      </w:trPr>
      <w:tc>
        <w:tcPr>
          <w:tcW w:w="7371" w:type="dxa"/>
        </w:tcPr>
        <w:p w14:paraId="722DA13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31903A0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501CFD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50F4291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0C6F8552" wp14:editId="2D5A560F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DA44AEC" wp14:editId="22DB38E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F227817" wp14:editId="7865EE75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E98789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979F21D" wp14:editId="564A4D3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170B81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18"/>
    <w:rsid w:val="0001564F"/>
    <w:rsid w:val="00025DF7"/>
    <w:rsid w:val="0003301C"/>
    <w:rsid w:val="00050C22"/>
    <w:rsid w:val="00051197"/>
    <w:rsid w:val="0005443A"/>
    <w:rsid w:val="00055891"/>
    <w:rsid w:val="00062822"/>
    <w:rsid w:val="000675C8"/>
    <w:rsid w:val="0008169D"/>
    <w:rsid w:val="00094A49"/>
    <w:rsid w:val="00095819"/>
    <w:rsid w:val="000A268C"/>
    <w:rsid w:val="000A3263"/>
    <w:rsid w:val="000B02C6"/>
    <w:rsid w:val="000E16BD"/>
    <w:rsid w:val="00104446"/>
    <w:rsid w:val="00110BB8"/>
    <w:rsid w:val="00113091"/>
    <w:rsid w:val="001261D2"/>
    <w:rsid w:val="00126C06"/>
    <w:rsid w:val="00131D40"/>
    <w:rsid w:val="001673EE"/>
    <w:rsid w:val="001C4CF3"/>
    <w:rsid w:val="001D1CA2"/>
    <w:rsid w:val="001F462D"/>
    <w:rsid w:val="00241027"/>
    <w:rsid w:val="002627A3"/>
    <w:rsid w:val="00273555"/>
    <w:rsid w:val="0029378C"/>
    <w:rsid w:val="00295C6C"/>
    <w:rsid w:val="002A2B85"/>
    <w:rsid w:val="002D4EAE"/>
    <w:rsid w:val="002E01A0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C125E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6033D"/>
    <w:rsid w:val="00575AEF"/>
    <w:rsid w:val="00590F61"/>
    <w:rsid w:val="00592597"/>
    <w:rsid w:val="005A4E09"/>
    <w:rsid w:val="005A529F"/>
    <w:rsid w:val="005E0CB1"/>
    <w:rsid w:val="0060196E"/>
    <w:rsid w:val="00631D18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E73FE"/>
    <w:rsid w:val="007F0435"/>
    <w:rsid w:val="00804393"/>
    <w:rsid w:val="00846FEA"/>
    <w:rsid w:val="008510DC"/>
    <w:rsid w:val="00862803"/>
    <w:rsid w:val="00863B08"/>
    <w:rsid w:val="008A2F5C"/>
    <w:rsid w:val="008A55D8"/>
    <w:rsid w:val="008B572B"/>
    <w:rsid w:val="008B5ABA"/>
    <w:rsid w:val="008C32F8"/>
    <w:rsid w:val="008D1F65"/>
    <w:rsid w:val="008D6134"/>
    <w:rsid w:val="008E707F"/>
    <w:rsid w:val="008F0D1C"/>
    <w:rsid w:val="008F511E"/>
    <w:rsid w:val="00906797"/>
    <w:rsid w:val="009149AE"/>
    <w:rsid w:val="009156F4"/>
    <w:rsid w:val="00925FCD"/>
    <w:rsid w:val="009422FE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72C43"/>
    <w:rsid w:val="00CF4588"/>
    <w:rsid w:val="00D21E65"/>
    <w:rsid w:val="00D263AB"/>
    <w:rsid w:val="00D3660E"/>
    <w:rsid w:val="00D53648"/>
    <w:rsid w:val="00D5446F"/>
    <w:rsid w:val="00D636A5"/>
    <w:rsid w:val="00D827D0"/>
    <w:rsid w:val="00DA6046"/>
    <w:rsid w:val="00DB4BE6"/>
    <w:rsid w:val="00DB525F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A761F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044D5"/>
  <w15:docId w15:val="{6186993F-9027-4441-8A83-2CA66F15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22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22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22F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22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22FE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8A55D8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88CFD1819CBA408ECAE0D0E6FFEA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BD7758-50DD-764F-8589-C39A88878DCB}"/>
      </w:docPartPr>
      <w:docPartBody>
        <w:p w:rsidR="00CD6F68" w:rsidRDefault="00000000">
          <w:pPr>
            <w:pStyle w:val="D988CFD1819CBA408ECAE0D0E6FFEA5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0E"/>
    <w:rsid w:val="0012094E"/>
    <w:rsid w:val="002605A8"/>
    <w:rsid w:val="003934E3"/>
    <w:rsid w:val="004B360E"/>
    <w:rsid w:val="00A0494C"/>
    <w:rsid w:val="00CD6F68"/>
    <w:rsid w:val="00CE439B"/>
    <w:rsid w:val="00E32275"/>
    <w:rsid w:val="00FB4179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88CFD1819CBA408ECAE0D0E6FFEA52">
    <w:name w:val="D988CFD1819CBA408ECAE0D0E6FFEA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2023-07-19T00:00:00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(2).dotx</Template>
  <TotalTime>0</TotalTime>
  <Pages>2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2023-07-19T07:48:00Z</dcterms:created>
  <dcterms:modified xsi:type="dcterms:W3CDTF">2023-07-19T12:35:00Z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